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09" w:rsidRDefault="00F83D09">
      <w:r>
        <w:t>DocInformation Last Printed Date:</w:t>
      </w:r>
    </w:p>
    <w:p w:rsidR="00F83D09" w:rsidRDefault="00F83D09">
      <w:fldSimple w:instr=" PRINTDATE  \@ &quot;dddd, MMMM dd, yyyy&quot; ">
        <w:r>
          <w:rPr>
            <w:noProof/>
          </w:rPr>
          <w:t>Thursday, March 17, 2022</w:t>
        </w:r>
      </w:fldSimple>
    </w:p>
    <w:p w:rsidR="00F83D09" w:rsidRDefault="00F83D09">
      <w:fldSimple w:instr=" PRINTDATE  \@ &quot;d-MMM-yy&quot;  \* MERGEFORMAT ">
        <w:r>
          <w:rPr>
            <w:noProof/>
          </w:rPr>
          <w:t>17-Mar-22</w:t>
        </w:r>
      </w:fldSimple>
    </w:p>
    <w:p w:rsidR="00F83D09" w:rsidRDefault="00F83D09">
      <w:r>
        <w:t>Time:</w:t>
      </w:r>
    </w:p>
    <w:p w:rsidR="00F83D09" w:rsidRDefault="00F83D09" w:rsidP="007C180A">
      <w:pPr>
        <w:outlineLvl w:val="0"/>
      </w:pPr>
      <w:fldSimple w:instr=" PRINTDATE  \@ &quot;HH:mm&quot; ">
        <w:r>
          <w:rPr>
            <w:noProof/>
          </w:rPr>
          <w:t>15:49</w:t>
        </w:r>
      </w:fldSimple>
    </w:p>
    <w:p w:rsidR="00F83D09" w:rsidRDefault="00F83D09" w:rsidP="007C180A">
      <w:pPr>
        <w:outlineLvl w:val="0"/>
      </w:pPr>
      <w:fldSimple w:instr=" PRINTDATE  \@ &quot;h:mm:ss am/pm&quot;  \* MERGEFORMAT ">
        <w:r>
          <w:rPr>
            <w:noProof/>
          </w:rPr>
          <w:t>3:49:00 PM</w:t>
        </w:r>
      </w:fldSimple>
    </w:p>
    <w:sectPr w:rsidR="00F83D09" w:rsidSect="00621EA6">
      <w:pgSz w:w="8391" w:h="5953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Uni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A6"/>
    <w:rsid w:val="00026436"/>
    <w:rsid w:val="00305CA0"/>
    <w:rsid w:val="00621EA6"/>
    <w:rsid w:val="007C180A"/>
    <w:rsid w:val="00A25DEB"/>
    <w:rsid w:val="00A7267A"/>
    <w:rsid w:val="00F8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Unifont" w:hAnsi="Liberation Serif" w:cs="FreeSans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EA6"/>
    <w:pPr>
      <w:suppressAutoHyphens/>
    </w:pPr>
    <w:rPr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621EA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21EA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3902"/>
    <w:rPr>
      <w:rFonts w:cs="Mangal"/>
      <w:kern w:val="2"/>
      <w:sz w:val="24"/>
      <w:szCs w:val="21"/>
      <w:lang w:val="en-US" w:eastAsia="zh-CN" w:bidi="hi-IN"/>
    </w:rPr>
  </w:style>
  <w:style w:type="paragraph" w:styleId="List">
    <w:name w:val="List"/>
    <w:basedOn w:val="BodyText"/>
    <w:uiPriority w:val="99"/>
    <w:rsid w:val="00621EA6"/>
  </w:style>
  <w:style w:type="paragraph" w:styleId="Caption">
    <w:name w:val="caption"/>
    <w:basedOn w:val="Normal"/>
    <w:uiPriority w:val="99"/>
    <w:qFormat/>
    <w:rsid w:val="00621E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621EA6"/>
    <w:pPr>
      <w:suppressLineNumbers/>
    </w:pPr>
  </w:style>
  <w:style w:type="paragraph" w:styleId="DocumentMap">
    <w:name w:val="Document Map"/>
    <w:basedOn w:val="Normal"/>
    <w:link w:val="DocumentMapChar"/>
    <w:uiPriority w:val="99"/>
    <w:semiHidden/>
    <w:rsid w:val="007C180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3902"/>
    <w:rPr>
      <w:rFonts w:ascii="Times New Roman" w:hAnsi="Times New Roman" w:cs="Mangal"/>
      <w:kern w:val="2"/>
      <w:sz w:val="0"/>
      <w:szCs w:val="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37</Words>
  <Characters>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DocInformation Last Printed Date:</dc:title>
  <dc:subject/>
  <dc:creator/>
  <cp:keywords/>
  <dc:description/>
  <cp:lastModifiedBy>Lorenzo Chavez</cp:lastModifiedBy>
  <cp:revision>3</cp:revision>
  <cp:lastPrinted>2022-03-17T12:49:00Z</cp:lastPrinted>
  <dcterms:created xsi:type="dcterms:W3CDTF">2022-04-01T12:38:00Z</dcterms:created>
  <dcterms:modified xsi:type="dcterms:W3CDTF">2022-04-01T12:48:00Z</dcterms:modified>
</cp:coreProperties>
</file>